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D6E3" w14:textId="77777777" w:rsidR="001442AB" w:rsidRPr="00F10146" w:rsidRDefault="001442AB" w:rsidP="001442AB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F10146">
        <w:rPr>
          <w:b/>
          <w:bCs/>
          <w:sz w:val="24"/>
          <w:szCs w:val="24"/>
        </w:rPr>
        <w:t>ALLEGATO A</w:t>
      </w:r>
    </w:p>
    <w:p w14:paraId="4201708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4C477989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D0E4BF7" w14:textId="77777777" w:rsidR="001442AB" w:rsidRPr="00F10146" w:rsidRDefault="001442AB" w:rsidP="001442AB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F10146">
        <w:rPr>
          <w:b/>
          <w:bCs/>
          <w:sz w:val="24"/>
          <w:szCs w:val="24"/>
        </w:rPr>
        <w:t>SCHEDA DI PARTECIPAZIONE</w:t>
      </w:r>
    </w:p>
    <w:p w14:paraId="588542B5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su carta intestata della scuola</w:t>
      </w:r>
    </w:p>
    <w:p w14:paraId="0B5CFCE3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95E4FD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22A51AA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 Ministero dell’Istruzione</w:t>
      </w:r>
    </w:p>
    <w:p w14:paraId="41D4556E" w14:textId="77777777" w:rsidR="00412D67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D</w:t>
      </w:r>
      <w:r w:rsidR="00412D67">
        <w:rPr>
          <w:sz w:val="24"/>
          <w:szCs w:val="24"/>
        </w:rPr>
        <w:t xml:space="preserve">irezione Generale per lo studente, </w:t>
      </w:r>
    </w:p>
    <w:p w14:paraId="2C8B96B7" w14:textId="5C1C3970" w:rsidR="001442AB" w:rsidRPr="001442AB" w:rsidRDefault="00412D67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0221A78E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Viale Trastevere, 76/A</w:t>
      </w:r>
    </w:p>
    <w:p w14:paraId="60259820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00153 ROMA</w:t>
      </w:r>
    </w:p>
    <w:p w14:paraId="1D49DD8B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35C4E6C7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D62C7E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C75D38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F420378" w14:textId="4AEBB9B5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Oggetto: domanda di partecipazione al concorso “</w:t>
      </w:r>
      <w:r w:rsidR="00D135AD">
        <w:rPr>
          <w:sz w:val="24"/>
          <w:szCs w:val="24"/>
        </w:rPr>
        <w:t>Porte d’Europa</w:t>
      </w:r>
      <w:r w:rsidRPr="001442AB">
        <w:rPr>
          <w:sz w:val="24"/>
          <w:szCs w:val="24"/>
        </w:rPr>
        <w:t>”</w:t>
      </w:r>
    </w:p>
    <w:p w14:paraId="328BE970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C87352B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A0F9767" w14:textId="2623FB43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Con   la   presente, si    trasmette   l’opera    realizzata    dalla/e    classe/i    della scuola… .....................................……………</w:t>
      </w:r>
      <w:proofErr w:type="gramStart"/>
      <w:r w:rsidRPr="001442AB">
        <w:rPr>
          <w:sz w:val="24"/>
          <w:szCs w:val="24"/>
        </w:rPr>
        <w:t>…….</w:t>
      </w:r>
      <w:proofErr w:type="gramEnd"/>
      <w:r w:rsidRPr="001442AB">
        <w:rPr>
          <w:sz w:val="24"/>
          <w:szCs w:val="24"/>
        </w:rPr>
        <w:t>.(indicare la scuola italiana) in collaborazione con la/le classe/i della scuola</w:t>
      </w:r>
      <w:r w:rsidR="00C8021E">
        <w:rPr>
          <w:sz w:val="24"/>
          <w:szCs w:val="24"/>
        </w:rPr>
        <w:t>………………………………………………..</w:t>
      </w:r>
      <w:r w:rsidRPr="001442AB">
        <w:rPr>
          <w:sz w:val="24"/>
          <w:szCs w:val="24"/>
        </w:rPr>
        <w:t>(indicare la scuola europea), per la partecipazione al concorso “Porte d’Europa”.</w:t>
      </w:r>
    </w:p>
    <w:p w14:paraId="333009A9" w14:textId="77777777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attesta che, per la realizzazione dell’opera, le classi hanno realizzato percorsi laboratoriali e formativi della durata complessiva di ore (almeno 10).</w:t>
      </w:r>
    </w:p>
    <w:p w14:paraId="54EF578F" w14:textId="3BEAC6D1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assicura la partecipazione della scuola …………………</w:t>
      </w:r>
      <w:r w:rsidR="00D135AD">
        <w:rPr>
          <w:sz w:val="24"/>
          <w:szCs w:val="24"/>
        </w:rPr>
        <w:t>………</w:t>
      </w:r>
      <w:proofErr w:type="gramStart"/>
      <w:r w:rsidR="00D135AD">
        <w:rPr>
          <w:sz w:val="24"/>
          <w:szCs w:val="24"/>
        </w:rPr>
        <w:t>…….</w:t>
      </w:r>
      <w:proofErr w:type="gramEnd"/>
      <w:r w:rsidR="00D135AD">
        <w:rPr>
          <w:sz w:val="24"/>
          <w:szCs w:val="24"/>
        </w:rPr>
        <w:t>.</w:t>
      </w:r>
      <w:r w:rsidRPr="001442AB">
        <w:rPr>
          <w:sz w:val="24"/>
          <w:szCs w:val="24"/>
        </w:rPr>
        <w:t>(indicare la scuola italiana) e della scuola………</w:t>
      </w:r>
      <w:r w:rsidR="00D135AD">
        <w:rPr>
          <w:sz w:val="24"/>
          <w:szCs w:val="24"/>
        </w:rPr>
        <w:t>…………………………</w:t>
      </w:r>
      <w:r w:rsidRPr="001442AB">
        <w:rPr>
          <w:sz w:val="24"/>
          <w:szCs w:val="24"/>
        </w:rPr>
        <w:t xml:space="preserve">(indicare la scuola europea), nel caso in cui l’opera venga selezionata, </w:t>
      </w:r>
      <w:r w:rsidR="005D285F">
        <w:rPr>
          <w:sz w:val="24"/>
          <w:szCs w:val="24"/>
        </w:rPr>
        <w:t xml:space="preserve">verrà invitata una </w:t>
      </w:r>
      <w:r w:rsidRPr="001442AB">
        <w:rPr>
          <w:sz w:val="24"/>
          <w:szCs w:val="24"/>
        </w:rPr>
        <w:t xml:space="preserve">delegazione </w:t>
      </w:r>
      <w:r w:rsidR="005D285F">
        <w:rPr>
          <w:sz w:val="24"/>
          <w:szCs w:val="24"/>
        </w:rPr>
        <w:t>dell’istituto</w:t>
      </w:r>
      <w:r w:rsidRPr="001442AB">
        <w:rPr>
          <w:sz w:val="24"/>
          <w:szCs w:val="24"/>
        </w:rPr>
        <w:t xml:space="preserve"> alle giornate formative che si terranno a Lampedusa dal 30 settembre al 3 ottobre 20</w:t>
      </w:r>
      <w:r w:rsidR="00D135AD">
        <w:rPr>
          <w:sz w:val="24"/>
          <w:szCs w:val="24"/>
        </w:rPr>
        <w:t>22</w:t>
      </w:r>
      <w:r w:rsidRPr="001442AB">
        <w:rPr>
          <w:sz w:val="24"/>
          <w:szCs w:val="24"/>
        </w:rPr>
        <w:t>, nonché la realizzazione di laboratori sul tema e di iniziative di disseminazione.</w:t>
      </w:r>
    </w:p>
    <w:p w14:paraId="7CFEE781" w14:textId="77777777" w:rsidR="001442AB" w:rsidRPr="001442AB" w:rsidRDefault="001442AB" w:rsidP="00C37AF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ringrazia per l'attenzione.</w:t>
      </w:r>
    </w:p>
    <w:p w14:paraId="5A0448E8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16DCEA9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C9E1631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Firma del Dirigente Scolastico</w:t>
      </w:r>
    </w:p>
    <w:p w14:paraId="77C625B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A30953" w14:textId="77777777" w:rsidR="00562349" w:rsidRDefault="00562349" w:rsidP="00562349">
      <w:pPr>
        <w:pStyle w:val="Default"/>
      </w:pPr>
    </w:p>
    <w:p w14:paraId="14A96F3A" w14:textId="0A26A6D1" w:rsidR="007B2AF8" w:rsidRDefault="00C37AF3" w:rsidP="00C37AF3">
      <w:pPr>
        <w:pStyle w:val="Default"/>
        <w:tabs>
          <w:tab w:val="left" w:pos="6795"/>
        </w:tabs>
      </w:pPr>
      <w:r>
        <w:tab/>
        <w:t>_______________________</w:t>
      </w:r>
    </w:p>
    <w:p w14:paraId="431CAEC8" w14:textId="77777777" w:rsidR="007B2AF8" w:rsidRDefault="007B2AF8" w:rsidP="00562349">
      <w:pPr>
        <w:pStyle w:val="Default"/>
      </w:pPr>
    </w:p>
    <w:p w14:paraId="3E69F6AA" w14:textId="77777777" w:rsidR="007B2AF8" w:rsidRDefault="007B2AF8" w:rsidP="00562349">
      <w:pPr>
        <w:pStyle w:val="Default"/>
      </w:pPr>
    </w:p>
    <w:p w14:paraId="0228A098" w14:textId="77777777" w:rsidR="007B2AF8" w:rsidRDefault="007B2AF8" w:rsidP="00562349">
      <w:pPr>
        <w:pStyle w:val="Default"/>
      </w:pPr>
    </w:p>
    <w:p w14:paraId="76FFCB93" w14:textId="77777777" w:rsidR="007B2AF8" w:rsidRDefault="007B2AF8" w:rsidP="00562349">
      <w:pPr>
        <w:pStyle w:val="Default"/>
      </w:pPr>
    </w:p>
    <w:p w14:paraId="4E31BE10" w14:textId="77777777" w:rsidR="007B2AF8" w:rsidRDefault="007B2AF8" w:rsidP="00562349">
      <w:pPr>
        <w:pStyle w:val="Default"/>
      </w:pPr>
    </w:p>
    <w:p w14:paraId="655548CC" w14:textId="77777777" w:rsidR="007B2AF8" w:rsidRDefault="007B2AF8" w:rsidP="00562349">
      <w:pPr>
        <w:pStyle w:val="Default"/>
      </w:pPr>
    </w:p>
    <w:p w14:paraId="13D6A3E9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ALLEGATO B</w:t>
      </w:r>
    </w:p>
    <w:p w14:paraId="2C5AE768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66C3861" w14:textId="77777777" w:rsidR="007B2AF8" w:rsidRPr="00CD1A42" w:rsidRDefault="007B2AF8" w:rsidP="007B2A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SCHEDA DI PROGETTO</w:t>
      </w:r>
    </w:p>
    <w:p w14:paraId="70BBB288" w14:textId="021A3BC0" w:rsidR="007B2AF8" w:rsidRPr="00F10146" w:rsidRDefault="007B2AF8" w:rsidP="007B2AF8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  <w:r w:rsidRPr="00F10146">
        <w:rPr>
          <w:bCs/>
          <w:sz w:val="24"/>
          <w:szCs w:val="24"/>
        </w:rPr>
        <w:t>(da inviare unitamente all’elaborato per il concorso “</w:t>
      </w:r>
      <w:r w:rsidR="00D135AD" w:rsidRPr="00F10146">
        <w:rPr>
          <w:bCs/>
          <w:sz w:val="24"/>
          <w:szCs w:val="24"/>
        </w:rPr>
        <w:t>Porte d’Europa</w:t>
      </w:r>
      <w:r w:rsidRPr="00F10146">
        <w:rPr>
          <w:bCs/>
          <w:sz w:val="24"/>
          <w:szCs w:val="24"/>
        </w:rPr>
        <w:t>”)</w:t>
      </w:r>
    </w:p>
    <w:p w14:paraId="6BBD0EA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EE90C0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7FCBF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</w:t>
      </w:r>
      <w:proofErr w:type="gramStart"/>
      <w:r w:rsidRPr="00CD1A42">
        <w:rPr>
          <w:sz w:val="24"/>
          <w:szCs w:val="24"/>
        </w:rPr>
        <w:t xml:space="preserve">italiana:  </w:t>
      </w:r>
      <w:r w:rsidRPr="00CD1A42">
        <w:rPr>
          <w:sz w:val="24"/>
          <w:szCs w:val="24"/>
        </w:rPr>
        <w:tab/>
      </w:r>
      <w:proofErr w:type="gramEnd"/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 Regione: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AC00DD6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Città: </w:t>
      </w:r>
      <w:r w:rsidRPr="00CD1A42">
        <w:rPr>
          <w:sz w:val="24"/>
          <w:szCs w:val="24"/>
        </w:rPr>
        <w:tab/>
      </w:r>
    </w:p>
    <w:p w14:paraId="04DF751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Provincia: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0B9B4BCC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Via: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CAP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5FB7882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Tel.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e-mail: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1EF039F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0EC3F6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02490C44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</w:t>
      </w:r>
    </w:p>
    <w:p w14:paraId="476848DF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06C072E2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2004077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5A039E0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ED91CB0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</w:t>
      </w:r>
      <w:proofErr w:type="gramStart"/>
      <w:r w:rsidRPr="00CD1A42">
        <w:rPr>
          <w:sz w:val="24"/>
          <w:szCs w:val="24"/>
        </w:rPr>
        <w:t xml:space="preserve">europea:  </w:t>
      </w:r>
      <w:r w:rsidRPr="00CD1A42">
        <w:rPr>
          <w:sz w:val="24"/>
          <w:szCs w:val="24"/>
        </w:rPr>
        <w:tab/>
      </w:r>
      <w:proofErr w:type="gramEnd"/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6A2E95B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Stato:  </w:t>
      </w:r>
      <w:r w:rsidRPr="00CD1A42">
        <w:rPr>
          <w:sz w:val="24"/>
          <w:szCs w:val="24"/>
        </w:rPr>
        <w:tab/>
      </w:r>
    </w:p>
    <w:p w14:paraId="18330246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e-mail: </w:t>
      </w:r>
      <w:r w:rsidRPr="00CD1A42">
        <w:rPr>
          <w:sz w:val="24"/>
          <w:szCs w:val="24"/>
        </w:rPr>
        <w:tab/>
      </w:r>
    </w:p>
    <w:p w14:paraId="77EAFB0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  <w:r w:rsidRPr="00CD1A42">
        <w:rPr>
          <w:sz w:val="24"/>
          <w:szCs w:val="24"/>
        </w:rPr>
        <w:tab/>
      </w:r>
    </w:p>
    <w:p w14:paraId="0CAC9C2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</w:p>
    <w:p w14:paraId="54EF339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779B4D98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1BFCB85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e-mail:</w:t>
      </w:r>
    </w:p>
    <w:p w14:paraId="49384EF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039915A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Descrizione del percorso laboratoriale e/o formativo propedeutico alla realizzazione dell’opera (massimo 3.000 battute):</w:t>
      </w:r>
    </w:p>
    <w:p w14:paraId="0B89F1B4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60A4F3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48E0677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79AC505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8516B9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7C5A31B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Titolo dell’opera: </w:t>
      </w:r>
      <w:r w:rsidRPr="00CD1A42">
        <w:rPr>
          <w:sz w:val="24"/>
          <w:szCs w:val="24"/>
        </w:rPr>
        <w:tab/>
      </w:r>
    </w:p>
    <w:p w14:paraId="040F0BDE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46FAF2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Breve descrizione dell’opera (massimo 20 righe)</w:t>
      </w:r>
    </w:p>
    <w:p w14:paraId="4E15F1B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AE64D6C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0350991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Presentazione (in lingua inglese, massimo 300 parole)</w:t>
      </w:r>
    </w:p>
    <w:p w14:paraId="7DBCD7A3" w14:textId="77777777" w:rsidR="007B2AF8" w:rsidRPr="00CD1A42" w:rsidRDefault="007B2AF8" w:rsidP="007B2AF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A991DC" w14:textId="77777777" w:rsidR="007B2AF8" w:rsidRPr="00CD1A42" w:rsidRDefault="007B2AF8" w:rsidP="007B2AF8"/>
    <w:p w14:paraId="144D7253" w14:textId="77777777" w:rsidR="007B2AF8" w:rsidRDefault="007B2AF8" w:rsidP="00562349">
      <w:pPr>
        <w:pStyle w:val="Default"/>
      </w:pPr>
    </w:p>
    <w:sectPr w:rsidR="007B2AF8" w:rsidSect="009475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DF942" w14:textId="77777777" w:rsidR="00581F88" w:rsidRDefault="00581F88">
      <w:r>
        <w:separator/>
      </w:r>
    </w:p>
  </w:endnote>
  <w:endnote w:type="continuationSeparator" w:id="0">
    <w:p w14:paraId="07AE7D40" w14:textId="77777777" w:rsidR="00581F88" w:rsidRDefault="0058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dwardian Script ITC">
    <w:altName w:val="Edwardian Script ITC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AB068" w14:textId="77777777" w:rsidR="00D46B23" w:rsidRDefault="00D46B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0A5F" w14:textId="77777777" w:rsidR="00D46B23" w:rsidRDefault="00D46B2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2789" w14:textId="77777777" w:rsidR="00D46B23" w:rsidRDefault="00D46B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E4E84" w14:textId="77777777" w:rsidR="00581F88" w:rsidRDefault="00581F88">
      <w:r>
        <w:separator/>
      </w:r>
    </w:p>
  </w:footnote>
  <w:footnote w:type="continuationSeparator" w:id="0">
    <w:p w14:paraId="59FB5C06" w14:textId="77777777" w:rsidR="00581F88" w:rsidRDefault="0058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87F1" w14:textId="77777777" w:rsidR="00D46B23" w:rsidRDefault="00D46B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396C" w14:textId="77777777" w:rsidR="00007B02" w:rsidRDefault="00007B02" w:rsidP="00007B02">
    <w:pPr>
      <w:spacing w:line="160" w:lineRule="atLeast"/>
      <w:ind w:left="-567" w:right="-567"/>
      <w:jc w:val="center"/>
      <w:rPr>
        <w:rFonts w:ascii="Edwardian Script ITC" w:hAnsi="Edwardian Script ITC"/>
        <w:bCs/>
        <w:sz w:val="56"/>
        <w:szCs w:val="56"/>
      </w:rPr>
    </w:pPr>
    <w:r w:rsidRPr="00C42238">
      <w:rPr>
        <w:noProof/>
      </w:rPr>
      <w:drawing>
        <wp:anchor distT="0" distB="0" distL="114300" distR="114300" simplePos="0" relativeHeight="251659264" behindDoc="0" locked="0" layoutInCell="1" allowOverlap="1" wp14:anchorId="30DF3447" wp14:editId="7DE5678C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38250" cy="552450"/>
          <wp:effectExtent l="0" t="0" r="0" b="0"/>
          <wp:wrapNone/>
          <wp:docPr id="2" name="Immagine 2" descr="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tali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6AC7BD" w14:textId="77777777" w:rsidR="00007B02" w:rsidRPr="00D46B23" w:rsidRDefault="00007B02" w:rsidP="00007B02">
    <w:pPr>
      <w:ind w:left="-567" w:right="-567"/>
      <w:jc w:val="center"/>
      <w:rPr>
        <w:rFonts w:ascii="Edwardian Script ITC" w:hAnsi="Edwardian Script ITC"/>
        <w:b/>
        <w:sz w:val="44"/>
        <w:szCs w:val="44"/>
      </w:rPr>
    </w:pPr>
    <w:r w:rsidRPr="00D46B23">
      <w:rPr>
        <w:rFonts w:ascii="Edwardian Script ITC" w:hAnsi="Edwardian Script ITC"/>
        <w:b/>
        <w:sz w:val="44"/>
        <w:szCs w:val="44"/>
      </w:rPr>
      <w:t>Ministero dell’Istruzione</w:t>
    </w:r>
  </w:p>
  <w:p w14:paraId="707D7FE3" w14:textId="77777777" w:rsidR="00007B02" w:rsidRPr="00D46B23" w:rsidRDefault="00007B02" w:rsidP="00007B02">
    <w:pPr>
      <w:jc w:val="center"/>
      <w:rPr>
        <w:rFonts w:ascii="Edwardian Script ITC" w:hAnsi="Edwardian Script ITC"/>
        <w:sz w:val="40"/>
        <w:szCs w:val="40"/>
      </w:rPr>
    </w:pPr>
    <w:r w:rsidRPr="00D46B23">
      <w:rPr>
        <w:rFonts w:ascii="Edwardian Script ITC" w:hAnsi="Edwardian Script ITC"/>
        <w:sz w:val="40"/>
        <w:szCs w:val="40"/>
      </w:rPr>
      <w:t>Dipartimento per il sistema educativo di istruzione e di formazione</w:t>
    </w:r>
  </w:p>
  <w:p w14:paraId="19A02CB1" w14:textId="77777777" w:rsidR="00007B02" w:rsidRPr="00D46B23" w:rsidRDefault="00007B02" w:rsidP="00007B02">
    <w:pPr>
      <w:jc w:val="center"/>
      <w:rPr>
        <w:rFonts w:ascii="Edwardian Script ITC" w:hAnsi="Edwardian Script ITC"/>
        <w:sz w:val="32"/>
        <w:szCs w:val="32"/>
      </w:rPr>
    </w:pPr>
    <w:r w:rsidRPr="00D46B23">
      <w:rPr>
        <w:rFonts w:ascii="Edwardian Script ITC" w:hAnsi="Edwardian Script ITC"/>
        <w:sz w:val="32"/>
        <w:szCs w:val="32"/>
      </w:rPr>
      <w:t>Direzione Generale per lo Studente, l’Inclusione e l’Orientamento Scolastico</w:t>
    </w:r>
  </w:p>
  <w:p w14:paraId="46F27735" w14:textId="77777777" w:rsidR="009475A9" w:rsidRPr="00844202" w:rsidRDefault="009475A9" w:rsidP="008442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D9ED0" w14:textId="77777777" w:rsidR="00D46B23" w:rsidRDefault="00D46B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07B02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178AB"/>
    <w:rsid w:val="0012387D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2D67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1F88"/>
    <w:rsid w:val="00584495"/>
    <w:rsid w:val="00591D80"/>
    <w:rsid w:val="005C582C"/>
    <w:rsid w:val="005D285F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2AF8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94D97"/>
    <w:rsid w:val="00BA11AA"/>
    <w:rsid w:val="00BC2092"/>
    <w:rsid w:val="00BC5C96"/>
    <w:rsid w:val="00BC68F3"/>
    <w:rsid w:val="00C068E6"/>
    <w:rsid w:val="00C14C40"/>
    <w:rsid w:val="00C15430"/>
    <w:rsid w:val="00C2453B"/>
    <w:rsid w:val="00C321D0"/>
    <w:rsid w:val="00C37AF3"/>
    <w:rsid w:val="00C427AF"/>
    <w:rsid w:val="00C62C7C"/>
    <w:rsid w:val="00C72A76"/>
    <w:rsid w:val="00C76B30"/>
    <w:rsid w:val="00C8021E"/>
    <w:rsid w:val="00C95C8E"/>
    <w:rsid w:val="00C96134"/>
    <w:rsid w:val="00CE2B20"/>
    <w:rsid w:val="00CF0327"/>
    <w:rsid w:val="00D068D9"/>
    <w:rsid w:val="00D0785A"/>
    <w:rsid w:val="00D135AD"/>
    <w:rsid w:val="00D23E30"/>
    <w:rsid w:val="00D25905"/>
    <w:rsid w:val="00D323C7"/>
    <w:rsid w:val="00D46B23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143C"/>
    <w:rsid w:val="00ED3520"/>
    <w:rsid w:val="00EE11B1"/>
    <w:rsid w:val="00EF5729"/>
    <w:rsid w:val="00F04FE4"/>
    <w:rsid w:val="00F10146"/>
    <w:rsid w:val="00F13549"/>
    <w:rsid w:val="00F36F0F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CCAD0D"/>
  <w15:docId w15:val="{8D1D704E-584B-49AD-8C72-56D4072F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5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 Giugno Francesca</cp:lastModifiedBy>
  <cp:revision>6</cp:revision>
  <cp:lastPrinted>2019-03-29T09:26:00Z</cp:lastPrinted>
  <dcterms:created xsi:type="dcterms:W3CDTF">2021-10-07T15:03:00Z</dcterms:created>
  <dcterms:modified xsi:type="dcterms:W3CDTF">2021-10-08T08:17:00Z</dcterms:modified>
</cp:coreProperties>
</file>